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03FFF" w14:textId="12120F30" w:rsidR="00463F67" w:rsidRDefault="0009088C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9CB21418CD5040E7AE9B3CC3A36DAFE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bookmarkStart w:id="0" w:name="Form_A3"/>
          <w:r w:rsidR="0087440C" w:rsidRPr="0087440C">
            <w:rPr>
              <w:kern w:val="32"/>
              <w:szCs w:val="24"/>
            </w:rPr>
            <w:t>Form A03 Continuous improvement register</w:t>
          </w:r>
          <w:bookmarkEnd w:id="0"/>
        </w:sdtContent>
      </w:sdt>
    </w:p>
    <w:tbl>
      <w:tblPr>
        <w:tblStyle w:val="SD-MOStable"/>
        <w:tblW w:w="5000" w:type="pct"/>
        <w:tblLook w:val="0620" w:firstRow="1" w:lastRow="0" w:firstColumn="0" w:lastColumn="0" w:noHBand="1" w:noVBand="1"/>
      </w:tblPr>
      <w:tblGrid>
        <w:gridCol w:w="1220"/>
        <w:gridCol w:w="2835"/>
        <w:gridCol w:w="2834"/>
        <w:gridCol w:w="2834"/>
        <w:gridCol w:w="2834"/>
        <w:gridCol w:w="2831"/>
      </w:tblGrid>
      <w:tr w:rsidR="00956A63" w:rsidRPr="00882970" w14:paraId="58FFDC56" w14:textId="77777777" w:rsidTr="008B1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tcW w:w="396" w:type="pct"/>
            <w:hideMark/>
          </w:tcPr>
          <w:p w14:paraId="4C8C28C0" w14:textId="77777777" w:rsidR="00956A63" w:rsidRPr="00882970" w:rsidRDefault="00956A63" w:rsidP="00F3353D">
            <w:r w:rsidRPr="00882970">
              <w:t>Date</w:t>
            </w:r>
          </w:p>
        </w:tc>
        <w:tc>
          <w:tcPr>
            <w:tcW w:w="921" w:type="pct"/>
            <w:hideMark/>
          </w:tcPr>
          <w:p w14:paraId="3804372D" w14:textId="77777777" w:rsidR="00956A63" w:rsidRPr="00882970" w:rsidRDefault="00956A63" w:rsidP="00F3353D">
            <w:r w:rsidRPr="00882970">
              <w:t>Suggested by</w:t>
            </w:r>
          </w:p>
        </w:tc>
        <w:tc>
          <w:tcPr>
            <w:tcW w:w="921" w:type="pct"/>
            <w:hideMark/>
          </w:tcPr>
          <w:p w14:paraId="14C582A1" w14:textId="77777777" w:rsidR="00956A63" w:rsidRPr="00882970" w:rsidRDefault="00956A63" w:rsidP="00F3353D">
            <w:r w:rsidRPr="00882970">
              <w:t>Area of deficiency or ambiguity</w:t>
            </w:r>
          </w:p>
        </w:tc>
        <w:tc>
          <w:tcPr>
            <w:tcW w:w="921" w:type="pct"/>
            <w:hideMark/>
          </w:tcPr>
          <w:p w14:paraId="783126B0" w14:textId="77777777" w:rsidR="00956A63" w:rsidRPr="00882970" w:rsidRDefault="00956A63" w:rsidP="00F3353D">
            <w:r w:rsidRPr="00882970">
              <w:t>Suggested improvement</w:t>
            </w:r>
          </w:p>
        </w:tc>
        <w:tc>
          <w:tcPr>
            <w:tcW w:w="921" w:type="pct"/>
            <w:hideMark/>
          </w:tcPr>
          <w:p w14:paraId="10A623BA" w14:textId="77777777" w:rsidR="00956A63" w:rsidRPr="00882970" w:rsidRDefault="00956A63" w:rsidP="00F3353D">
            <w:r w:rsidRPr="00882970">
              <w:t>Responsible person</w:t>
            </w:r>
          </w:p>
        </w:tc>
        <w:tc>
          <w:tcPr>
            <w:tcW w:w="920" w:type="pct"/>
            <w:hideMark/>
          </w:tcPr>
          <w:p w14:paraId="50B55EBA" w14:textId="77777777" w:rsidR="00956A63" w:rsidRPr="00882970" w:rsidRDefault="00956A63" w:rsidP="00F3353D">
            <w:r w:rsidRPr="00882970">
              <w:t>Outcome</w:t>
            </w:r>
          </w:p>
        </w:tc>
      </w:tr>
      <w:tr w:rsidR="00956A63" w:rsidRPr="00882970" w14:paraId="204EAE79" w14:textId="77777777" w:rsidTr="008B1218">
        <w:trPr>
          <w:trHeight w:val="22"/>
        </w:trPr>
        <w:tc>
          <w:tcPr>
            <w:tcW w:w="396" w:type="pct"/>
          </w:tcPr>
          <w:p w14:paraId="6AB4B61E" w14:textId="77777777" w:rsidR="00956A63" w:rsidRPr="00882970" w:rsidRDefault="00956A63" w:rsidP="00F3353D"/>
        </w:tc>
        <w:tc>
          <w:tcPr>
            <w:tcW w:w="921" w:type="pct"/>
          </w:tcPr>
          <w:p w14:paraId="31BB85CD" w14:textId="77777777" w:rsidR="00956A63" w:rsidRPr="00882970" w:rsidRDefault="00956A63" w:rsidP="00F3353D"/>
        </w:tc>
        <w:tc>
          <w:tcPr>
            <w:tcW w:w="921" w:type="pct"/>
          </w:tcPr>
          <w:p w14:paraId="0208C857" w14:textId="77777777" w:rsidR="00956A63" w:rsidRPr="00882970" w:rsidRDefault="00956A63" w:rsidP="00F3353D"/>
        </w:tc>
        <w:tc>
          <w:tcPr>
            <w:tcW w:w="921" w:type="pct"/>
          </w:tcPr>
          <w:p w14:paraId="25FA744B" w14:textId="77777777" w:rsidR="00956A63" w:rsidRPr="00882970" w:rsidRDefault="00956A63" w:rsidP="00F3353D"/>
        </w:tc>
        <w:tc>
          <w:tcPr>
            <w:tcW w:w="921" w:type="pct"/>
          </w:tcPr>
          <w:p w14:paraId="144C2E0E" w14:textId="77777777" w:rsidR="00956A63" w:rsidRPr="00882970" w:rsidRDefault="00956A63" w:rsidP="00F3353D"/>
        </w:tc>
        <w:tc>
          <w:tcPr>
            <w:tcW w:w="920" w:type="pct"/>
          </w:tcPr>
          <w:p w14:paraId="498F7A2B" w14:textId="77777777" w:rsidR="00956A63" w:rsidRPr="00882970" w:rsidRDefault="00956A63" w:rsidP="00F3353D"/>
        </w:tc>
      </w:tr>
      <w:tr w:rsidR="00956A63" w:rsidRPr="00882970" w14:paraId="72E3B77F" w14:textId="77777777" w:rsidTr="008B1218">
        <w:trPr>
          <w:trHeight w:val="22"/>
        </w:trPr>
        <w:tc>
          <w:tcPr>
            <w:tcW w:w="396" w:type="pct"/>
          </w:tcPr>
          <w:p w14:paraId="05880C30" w14:textId="77777777" w:rsidR="00956A63" w:rsidRPr="00882970" w:rsidRDefault="00956A63" w:rsidP="00F3353D"/>
        </w:tc>
        <w:tc>
          <w:tcPr>
            <w:tcW w:w="921" w:type="pct"/>
          </w:tcPr>
          <w:p w14:paraId="4F4831B4" w14:textId="77777777" w:rsidR="00956A63" w:rsidRPr="00882970" w:rsidRDefault="00956A63" w:rsidP="00F3353D"/>
        </w:tc>
        <w:tc>
          <w:tcPr>
            <w:tcW w:w="921" w:type="pct"/>
          </w:tcPr>
          <w:p w14:paraId="1FA79CEF" w14:textId="77777777" w:rsidR="00956A63" w:rsidRPr="00882970" w:rsidRDefault="00956A63" w:rsidP="00F3353D"/>
        </w:tc>
        <w:tc>
          <w:tcPr>
            <w:tcW w:w="921" w:type="pct"/>
          </w:tcPr>
          <w:p w14:paraId="7C3C4ECB" w14:textId="77777777" w:rsidR="00956A63" w:rsidRPr="00882970" w:rsidRDefault="00956A63" w:rsidP="00F3353D"/>
        </w:tc>
        <w:tc>
          <w:tcPr>
            <w:tcW w:w="921" w:type="pct"/>
          </w:tcPr>
          <w:p w14:paraId="30A7B703" w14:textId="77777777" w:rsidR="00956A63" w:rsidRPr="00882970" w:rsidRDefault="00956A63" w:rsidP="00F3353D"/>
        </w:tc>
        <w:tc>
          <w:tcPr>
            <w:tcW w:w="920" w:type="pct"/>
          </w:tcPr>
          <w:p w14:paraId="2D24ABE8" w14:textId="77777777" w:rsidR="00956A63" w:rsidRPr="00882970" w:rsidRDefault="00956A63" w:rsidP="00F3353D"/>
        </w:tc>
      </w:tr>
      <w:tr w:rsidR="00956A63" w:rsidRPr="00882970" w14:paraId="5F49DB9F" w14:textId="77777777" w:rsidTr="008B1218">
        <w:trPr>
          <w:trHeight w:val="22"/>
        </w:trPr>
        <w:tc>
          <w:tcPr>
            <w:tcW w:w="396" w:type="pct"/>
          </w:tcPr>
          <w:p w14:paraId="250389A3" w14:textId="77777777" w:rsidR="00956A63" w:rsidRPr="00882970" w:rsidRDefault="00956A63" w:rsidP="00F3353D"/>
        </w:tc>
        <w:tc>
          <w:tcPr>
            <w:tcW w:w="921" w:type="pct"/>
          </w:tcPr>
          <w:p w14:paraId="13C3E77E" w14:textId="77777777" w:rsidR="00956A63" w:rsidRPr="00882970" w:rsidRDefault="00956A63" w:rsidP="00F3353D"/>
        </w:tc>
        <w:tc>
          <w:tcPr>
            <w:tcW w:w="921" w:type="pct"/>
          </w:tcPr>
          <w:p w14:paraId="5D9485DE" w14:textId="77777777" w:rsidR="00956A63" w:rsidRPr="00882970" w:rsidRDefault="00956A63" w:rsidP="00F3353D"/>
        </w:tc>
        <w:tc>
          <w:tcPr>
            <w:tcW w:w="921" w:type="pct"/>
          </w:tcPr>
          <w:p w14:paraId="25E07F39" w14:textId="77777777" w:rsidR="00956A63" w:rsidRPr="00882970" w:rsidRDefault="00956A63" w:rsidP="00F3353D"/>
        </w:tc>
        <w:tc>
          <w:tcPr>
            <w:tcW w:w="921" w:type="pct"/>
          </w:tcPr>
          <w:p w14:paraId="307D84ED" w14:textId="77777777" w:rsidR="00956A63" w:rsidRPr="00882970" w:rsidRDefault="00956A63" w:rsidP="00F3353D"/>
        </w:tc>
        <w:tc>
          <w:tcPr>
            <w:tcW w:w="920" w:type="pct"/>
          </w:tcPr>
          <w:p w14:paraId="5A613C0E" w14:textId="77777777" w:rsidR="00956A63" w:rsidRPr="00882970" w:rsidRDefault="00956A63" w:rsidP="00F3353D"/>
        </w:tc>
      </w:tr>
      <w:tr w:rsidR="00956A63" w:rsidRPr="00882970" w14:paraId="24DBAF66" w14:textId="77777777" w:rsidTr="008B1218">
        <w:trPr>
          <w:trHeight w:val="22"/>
        </w:trPr>
        <w:tc>
          <w:tcPr>
            <w:tcW w:w="396" w:type="pct"/>
          </w:tcPr>
          <w:p w14:paraId="2F7B4A3D" w14:textId="77777777" w:rsidR="00956A63" w:rsidRPr="00882970" w:rsidRDefault="00956A63" w:rsidP="00F3353D"/>
        </w:tc>
        <w:tc>
          <w:tcPr>
            <w:tcW w:w="921" w:type="pct"/>
          </w:tcPr>
          <w:p w14:paraId="27DBDA15" w14:textId="77777777" w:rsidR="00956A63" w:rsidRPr="00882970" w:rsidRDefault="00956A63" w:rsidP="00F3353D"/>
        </w:tc>
        <w:tc>
          <w:tcPr>
            <w:tcW w:w="921" w:type="pct"/>
          </w:tcPr>
          <w:p w14:paraId="384A1BE4" w14:textId="77777777" w:rsidR="00956A63" w:rsidRPr="00882970" w:rsidRDefault="00956A63" w:rsidP="00F3353D"/>
        </w:tc>
        <w:tc>
          <w:tcPr>
            <w:tcW w:w="921" w:type="pct"/>
          </w:tcPr>
          <w:p w14:paraId="0E1CBF84" w14:textId="77777777" w:rsidR="00956A63" w:rsidRPr="00882970" w:rsidRDefault="00956A63" w:rsidP="00F3353D"/>
        </w:tc>
        <w:tc>
          <w:tcPr>
            <w:tcW w:w="921" w:type="pct"/>
          </w:tcPr>
          <w:p w14:paraId="7FEBDB94" w14:textId="77777777" w:rsidR="00956A63" w:rsidRPr="00882970" w:rsidRDefault="00956A63" w:rsidP="00F3353D"/>
        </w:tc>
        <w:tc>
          <w:tcPr>
            <w:tcW w:w="920" w:type="pct"/>
          </w:tcPr>
          <w:p w14:paraId="1653B88D" w14:textId="77777777" w:rsidR="00956A63" w:rsidRPr="00882970" w:rsidRDefault="00956A63" w:rsidP="00F3353D"/>
        </w:tc>
      </w:tr>
      <w:tr w:rsidR="00956A63" w:rsidRPr="00882970" w14:paraId="3CF4E652" w14:textId="77777777" w:rsidTr="008B1218">
        <w:trPr>
          <w:trHeight w:val="22"/>
        </w:trPr>
        <w:tc>
          <w:tcPr>
            <w:tcW w:w="396" w:type="pct"/>
          </w:tcPr>
          <w:p w14:paraId="1AE49C0C" w14:textId="77777777" w:rsidR="00956A63" w:rsidRPr="00882970" w:rsidRDefault="00956A63" w:rsidP="00F3353D"/>
        </w:tc>
        <w:tc>
          <w:tcPr>
            <w:tcW w:w="921" w:type="pct"/>
          </w:tcPr>
          <w:p w14:paraId="4F43307B" w14:textId="77777777" w:rsidR="00956A63" w:rsidRPr="00882970" w:rsidRDefault="00956A63" w:rsidP="00F3353D"/>
        </w:tc>
        <w:tc>
          <w:tcPr>
            <w:tcW w:w="921" w:type="pct"/>
          </w:tcPr>
          <w:p w14:paraId="5FA7BA65" w14:textId="77777777" w:rsidR="00956A63" w:rsidRPr="00882970" w:rsidRDefault="00956A63" w:rsidP="00F3353D"/>
        </w:tc>
        <w:tc>
          <w:tcPr>
            <w:tcW w:w="921" w:type="pct"/>
          </w:tcPr>
          <w:p w14:paraId="40A69B1E" w14:textId="77777777" w:rsidR="00956A63" w:rsidRPr="00882970" w:rsidRDefault="00956A63" w:rsidP="00F3353D"/>
        </w:tc>
        <w:tc>
          <w:tcPr>
            <w:tcW w:w="921" w:type="pct"/>
          </w:tcPr>
          <w:p w14:paraId="5299B35A" w14:textId="77777777" w:rsidR="00956A63" w:rsidRPr="00882970" w:rsidRDefault="00956A63" w:rsidP="00F3353D"/>
        </w:tc>
        <w:tc>
          <w:tcPr>
            <w:tcW w:w="920" w:type="pct"/>
          </w:tcPr>
          <w:p w14:paraId="6D825B49" w14:textId="77777777" w:rsidR="00956A63" w:rsidRPr="00882970" w:rsidRDefault="00956A63" w:rsidP="00F3353D"/>
        </w:tc>
      </w:tr>
      <w:tr w:rsidR="00956A63" w:rsidRPr="00882970" w14:paraId="13700A27" w14:textId="77777777" w:rsidTr="008B1218">
        <w:trPr>
          <w:trHeight w:val="22"/>
        </w:trPr>
        <w:tc>
          <w:tcPr>
            <w:tcW w:w="396" w:type="pct"/>
          </w:tcPr>
          <w:p w14:paraId="1A34B9B9" w14:textId="77777777" w:rsidR="00956A63" w:rsidRPr="00882970" w:rsidRDefault="00956A63" w:rsidP="00F3353D"/>
        </w:tc>
        <w:tc>
          <w:tcPr>
            <w:tcW w:w="921" w:type="pct"/>
          </w:tcPr>
          <w:p w14:paraId="73C5B131" w14:textId="77777777" w:rsidR="00956A63" w:rsidRPr="00882970" w:rsidRDefault="00956A63" w:rsidP="00F3353D"/>
        </w:tc>
        <w:tc>
          <w:tcPr>
            <w:tcW w:w="921" w:type="pct"/>
          </w:tcPr>
          <w:p w14:paraId="022B8D7B" w14:textId="77777777" w:rsidR="00956A63" w:rsidRPr="00882970" w:rsidRDefault="00956A63" w:rsidP="00F3353D"/>
        </w:tc>
        <w:tc>
          <w:tcPr>
            <w:tcW w:w="921" w:type="pct"/>
          </w:tcPr>
          <w:p w14:paraId="5BDF51B8" w14:textId="77777777" w:rsidR="00956A63" w:rsidRPr="00882970" w:rsidRDefault="00956A63" w:rsidP="00F3353D"/>
        </w:tc>
        <w:tc>
          <w:tcPr>
            <w:tcW w:w="921" w:type="pct"/>
          </w:tcPr>
          <w:p w14:paraId="214ED5DE" w14:textId="77777777" w:rsidR="00956A63" w:rsidRPr="00882970" w:rsidRDefault="00956A63" w:rsidP="00F3353D"/>
        </w:tc>
        <w:tc>
          <w:tcPr>
            <w:tcW w:w="920" w:type="pct"/>
          </w:tcPr>
          <w:p w14:paraId="686F5DD8" w14:textId="77777777" w:rsidR="00956A63" w:rsidRPr="00882970" w:rsidRDefault="00956A63" w:rsidP="00F3353D"/>
        </w:tc>
      </w:tr>
      <w:tr w:rsidR="00956A63" w:rsidRPr="00882970" w14:paraId="6A415EE3" w14:textId="77777777" w:rsidTr="008B1218">
        <w:trPr>
          <w:trHeight w:val="22"/>
        </w:trPr>
        <w:tc>
          <w:tcPr>
            <w:tcW w:w="396" w:type="pct"/>
          </w:tcPr>
          <w:p w14:paraId="4C42361C" w14:textId="77777777" w:rsidR="00956A63" w:rsidRPr="00882970" w:rsidRDefault="00956A63" w:rsidP="00F3353D"/>
        </w:tc>
        <w:tc>
          <w:tcPr>
            <w:tcW w:w="921" w:type="pct"/>
          </w:tcPr>
          <w:p w14:paraId="2322B600" w14:textId="77777777" w:rsidR="00956A63" w:rsidRPr="00882970" w:rsidRDefault="00956A63" w:rsidP="00F3353D"/>
        </w:tc>
        <w:tc>
          <w:tcPr>
            <w:tcW w:w="921" w:type="pct"/>
          </w:tcPr>
          <w:p w14:paraId="05ACF213" w14:textId="77777777" w:rsidR="00956A63" w:rsidRPr="00882970" w:rsidRDefault="00956A63" w:rsidP="00F3353D"/>
        </w:tc>
        <w:tc>
          <w:tcPr>
            <w:tcW w:w="921" w:type="pct"/>
          </w:tcPr>
          <w:p w14:paraId="56CF6EBC" w14:textId="77777777" w:rsidR="00956A63" w:rsidRPr="00882970" w:rsidRDefault="00956A63" w:rsidP="00F3353D"/>
        </w:tc>
        <w:tc>
          <w:tcPr>
            <w:tcW w:w="921" w:type="pct"/>
          </w:tcPr>
          <w:p w14:paraId="6ED80619" w14:textId="77777777" w:rsidR="00956A63" w:rsidRPr="00882970" w:rsidRDefault="00956A63" w:rsidP="00F3353D"/>
        </w:tc>
        <w:tc>
          <w:tcPr>
            <w:tcW w:w="920" w:type="pct"/>
          </w:tcPr>
          <w:p w14:paraId="706EEB2F" w14:textId="77777777" w:rsidR="00956A63" w:rsidRPr="00882970" w:rsidRDefault="00956A63" w:rsidP="00F3353D"/>
        </w:tc>
      </w:tr>
      <w:tr w:rsidR="00956A63" w:rsidRPr="00882970" w14:paraId="2D5FE213" w14:textId="77777777" w:rsidTr="008B1218">
        <w:trPr>
          <w:trHeight w:val="22"/>
        </w:trPr>
        <w:tc>
          <w:tcPr>
            <w:tcW w:w="396" w:type="pct"/>
          </w:tcPr>
          <w:p w14:paraId="68E20B32" w14:textId="77777777" w:rsidR="00956A63" w:rsidRPr="00882970" w:rsidRDefault="00956A63" w:rsidP="00F3353D"/>
        </w:tc>
        <w:tc>
          <w:tcPr>
            <w:tcW w:w="921" w:type="pct"/>
          </w:tcPr>
          <w:p w14:paraId="42D46A1C" w14:textId="77777777" w:rsidR="00956A63" w:rsidRPr="00882970" w:rsidRDefault="00956A63" w:rsidP="00F3353D"/>
        </w:tc>
        <w:tc>
          <w:tcPr>
            <w:tcW w:w="921" w:type="pct"/>
          </w:tcPr>
          <w:p w14:paraId="69F7920E" w14:textId="77777777" w:rsidR="00956A63" w:rsidRPr="00882970" w:rsidRDefault="00956A63" w:rsidP="00F3353D"/>
        </w:tc>
        <w:tc>
          <w:tcPr>
            <w:tcW w:w="921" w:type="pct"/>
          </w:tcPr>
          <w:p w14:paraId="59AB13C7" w14:textId="77777777" w:rsidR="00956A63" w:rsidRPr="00882970" w:rsidRDefault="00956A63" w:rsidP="00F3353D"/>
        </w:tc>
        <w:tc>
          <w:tcPr>
            <w:tcW w:w="921" w:type="pct"/>
          </w:tcPr>
          <w:p w14:paraId="13229A54" w14:textId="77777777" w:rsidR="00956A63" w:rsidRPr="00882970" w:rsidRDefault="00956A63" w:rsidP="00F3353D"/>
        </w:tc>
        <w:tc>
          <w:tcPr>
            <w:tcW w:w="920" w:type="pct"/>
          </w:tcPr>
          <w:p w14:paraId="3187449C" w14:textId="77777777" w:rsidR="00956A63" w:rsidRPr="00882970" w:rsidRDefault="00956A63" w:rsidP="00F3353D"/>
        </w:tc>
      </w:tr>
      <w:tr w:rsidR="00956A63" w:rsidRPr="00882970" w14:paraId="3DBF09EB" w14:textId="77777777" w:rsidTr="008B1218">
        <w:trPr>
          <w:trHeight w:val="22"/>
        </w:trPr>
        <w:tc>
          <w:tcPr>
            <w:tcW w:w="396" w:type="pct"/>
          </w:tcPr>
          <w:p w14:paraId="5270BEBB" w14:textId="77777777" w:rsidR="00956A63" w:rsidRPr="00882970" w:rsidRDefault="00956A63" w:rsidP="00F3353D"/>
        </w:tc>
        <w:tc>
          <w:tcPr>
            <w:tcW w:w="921" w:type="pct"/>
          </w:tcPr>
          <w:p w14:paraId="4A51DEE1" w14:textId="77777777" w:rsidR="00956A63" w:rsidRPr="00882970" w:rsidRDefault="00956A63" w:rsidP="00F3353D"/>
        </w:tc>
        <w:tc>
          <w:tcPr>
            <w:tcW w:w="921" w:type="pct"/>
          </w:tcPr>
          <w:p w14:paraId="41E03A80" w14:textId="77777777" w:rsidR="00956A63" w:rsidRPr="00882970" w:rsidRDefault="00956A63" w:rsidP="00F3353D"/>
        </w:tc>
        <w:tc>
          <w:tcPr>
            <w:tcW w:w="921" w:type="pct"/>
          </w:tcPr>
          <w:p w14:paraId="52311565" w14:textId="77777777" w:rsidR="00956A63" w:rsidRPr="00882970" w:rsidRDefault="00956A63" w:rsidP="00F3353D"/>
        </w:tc>
        <w:tc>
          <w:tcPr>
            <w:tcW w:w="921" w:type="pct"/>
          </w:tcPr>
          <w:p w14:paraId="400E95D0" w14:textId="77777777" w:rsidR="00956A63" w:rsidRPr="00882970" w:rsidRDefault="00956A63" w:rsidP="00F3353D"/>
        </w:tc>
        <w:tc>
          <w:tcPr>
            <w:tcW w:w="920" w:type="pct"/>
          </w:tcPr>
          <w:p w14:paraId="0A962967" w14:textId="77777777" w:rsidR="00956A63" w:rsidRPr="00882970" w:rsidRDefault="00956A63" w:rsidP="00F3353D"/>
        </w:tc>
      </w:tr>
      <w:tr w:rsidR="00956A63" w:rsidRPr="00882970" w14:paraId="68359B0F" w14:textId="77777777" w:rsidTr="008B1218">
        <w:trPr>
          <w:trHeight w:val="22"/>
        </w:trPr>
        <w:tc>
          <w:tcPr>
            <w:tcW w:w="396" w:type="pct"/>
          </w:tcPr>
          <w:p w14:paraId="64EC4A5F" w14:textId="77777777" w:rsidR="00956A63" w:rsidRPr="00882970" w:rsidRDefault="00956A63" w:rsidP="00F3353D"/>
        </w:tc>
        <w:tc>
          <w:tcPr>
            <w:tcW w:w="921" w:type="pct"/>
          </w:tcPr>
          <w:p w14:paraId="57EDFBB9" w14:textId="77777777" w:rsidR="00956A63" w:rsidRPr="00882970" w:rsidRDefault="00956A63" w:rsidP="00F3353D"/>
        </w:tc>
        <w:tc>
          <w:tcPr>
            <w:tcW w:w="921" w:type="pct"/>
          </w:tcPr>
          <w:p w14:paraId="5FDEC08C" w14:textId="77777777" w:rsidR="00956A63" w:rsidRPr="00882970" w:rsidRDefault="00956A63" w:rsidP="00F3353D"/>
        </w:tc>
        <w:tc>
          <w:tcPr>
            <w:tcW w:w="921" w:type="pct"/>
          </w:tcPr>
          <w:p w14:paraId="7F8D9A9D" w14:textId="77777777" w:rsidR="00956A63" w:rsidRPr="00882970" w:rsidRDefault="00956A63" w:rsidP="00F3353D"/>
        </w:tc>
        <w:tc>
          <w:tcPr>
            <w:tcW w:w="921" w:type="pct"/>
          </w:tcPr>
          <w:p w14:paraId="76717E7B" w14:textId="77777777" w:rsidR="00956A63" w:rsidRPr="00882970" w:rsidRDefault="00956A63" w:rsidP="00F3353D"/>
        </w:tc>
        <w:tc>
          <w:tcPr>
            <w:tcW w:w="920" w:type="pct"/>
          </w:tcPr>
          <w:p w14:paraId="7B0E21DA" w14:textId="77777777" w:rsidR="00956A63" w:rsidRPr="00882970" w:rsidRDefault="00956A63" w:rsidP="00F3353D"/>
        </w:tc>
      </w:tr>
      <w:tr w:rsidR="00956A63" w:rsidRPr="00882970" w14:paraId="4BEF45E8" w14:textId="77777777" w:rsidTr="008B1218">
        <w:trPr>
          <w:trHeight w:val="22"/>
        </w:trPr>
        <w:tc>
          <w:tcPr>
            <w:tcW w:w="396" w:type="pct"/>
          </w:tcPr>
          <w:p w14:paraId="6B8A79D2" w14:textId="77777777" w:rsidR="00956A63" w:rsidRPr="00882970" w:rsidRDefault="00956A63" w:rsidP="00F3353D"/>
        </w:tc>
        <w:tc>
          <w:tcPr>
            <w:tcW w:w="921" w:type="pct"/>
          </w:tcPr>
          <w:p w14:paraId="3A70524B" w14:textId="77777777" w:rsidR="00956A63" w:rsidRPr="00882970" w:rsidRDefault="00956A63" w:rsidP="00F3353D"/>
        </w:tc>
        <w:tc>
          <w:tcPr>
            <w:tcW w:w="921" w:type="pct"/>
          </w:tcPr>
          <w:p w14:paraId="0211DB65" w14:textId="77777777" w:rsidR="00956A63" w:rsidRPr="00882970" w:rsidRDefault="00956A63" w:rsidP="00F3353D"/>
        </w:tc>
        <w:tc>
          <w:tcPr>
            <w:tcW w:w="921" w:type="pct"/>
          </w:tcPr>
          <w:p w14:paraId="021A647F" w14:textId="77777777" w:rsidR="00956A63" w:rsidRPr="00882970" w:rsidRDefault="00956A63" w:rsidP="00F3353D"/>
        </w:tc>
        <w:tc>
          <w:tcPr>
            <w:tcW w:w="921" w:type="pct"/>
          </w:tcPr>
          <w:p w14:paraId="498E1575" w14:textId="77777777" w:rsidR="00956A63" w:rsidRPr="00882970" w:rsidRDefault="00956A63" w:rsidP="00F3353D"/>
        </w:tc>
        <w:tc>
          <w:tcPr>
            <w:tcW w:w="920" w:type="pct"/>
          </w:tcPr>
          <w:p w14:paraId="6ADA189E" w14:textId="77777777" w:rsidR="00956A63" w:rsidRPr="00882970" w:rsidRDefault="00956A63" w:rsidP="00F3353D"/>
        </w:tc>
      </w:tr>
      <w:tr w:rsidR="00956A63" w:rsidRPr="00882970" w14:paraId="650A2E70" w14:textId="77777777" w:rsidTr="008B1218">
        <w:trPr>
          <w:trHeight w:val="22"/>
        </w:trPr>
        <w:tc>
          <w:tcPr>
            <w:tcW w:w="396" w:type="pct"/>
          </w:tcPr>
          <w:p w14:paraId="3559AD53" w14:textId="77777777" w:rsidR="00956A63" w:rsidRPr="00882970" w:rsidRDefault="00956A63" w:rsidP="00F3353D"/>
        </w:tc>
        <w:tc>
          <w:tcPr>
            <w:tcW w:w="921" w:type="pct"/>
          </w:tcPr>
          <w:p w14:paraId="4C5B0D09" w14:textId="77777777" w:rsidR="00956A63" w:rsidRPr="00882970" w:rsidRDefault="00956A63" w:rsidP="00F3353D"/>
        </w:tc>
        <w:tc>
          <w:tcPr>
            <w:tcW w:w="921" w:type="pct"/>
          </w:tcPr>
          <w:p w14:paraId="5C1001D6" w14:textId="77777777" w:rsidR="00956A63" w:rsidRPr="00882970" w:rsidRDefault="00956A63" w:rsidP="00F3353D"/>
        </w:tc>
        <w:tc>
          <w:tcPr>
            <w:tcW w:w="921" w:type="pct"/>
          </w:tcPr>
          <w:p w14:paraId="6D235A56" w14:textId="77777777" w:rsidR="00956A63" w:rsidRPr="00882970" w:rsidRDefault="00956A63" w:rsidP="00F3353D"/>
        </w:tc>
        <w:tc>
          <w:tcPr>
            <w:tcW w:w="921" w:type="pct"/>
          </w:tcPr>
          <w:p w14:paraId="004D8F28" w14:textId="77777777" w:rsidR="00956A63" w:rsidRPr="00882970" w:rsidRDefault="00956A63" w:rsidP="00F3353D"/>
        </w:tc>
        <w:tc>
          <w:tcPr>
            <w:tcW w:w="920" w:type="pct"/>
          </w:tcPr>
          <w:p w14:paraId="3A799306" w14:textId="77777777" w:rsidR="00956A63" w:rsidRPr="00882970" w:rsidRDefault="00956A63" w:rsidP="00F3353D"/>
        </w:tc>
      </w:tr>
      <w:tr w:rsidR="00956A63" w:rsidRPr="00882970" w14:paraId="6BEFE8DB" w14:textId="77777777" w:rsidTr="008B1218">
        <w:trPr>
          <w:trHeight w:val="22"/>
        </w:trPr>
        <w:tc>
          <w:tcPr>
            <w:tcW w:w="396" w:type="pct"/>
          </w:tcPr>
          <w:p w14:paraId="52A45E12" w14:textId="77777777" w:rsidR="00956A63" w:rsidRPr="00882970" w:rsidRDefault="00956A63" w:rsidP="00F3353D"/>
        </w:tc>
        <w:tc>
          <w:tcPr>
            <w:tcW w:w="921" w:type="pct"/>
          </w:tcPr>
          <w:p w14:paraId="06B9BB26" w14:textId="77777777" w:rsidR="00956A63" w:rsidRPr="00882970" w:rsidRDefault="00956A63" w:rsidP="00F3353D"/>
        </w:tc>
        <w:tc>
          <w:tcPr>
            <w:tcW w:w="921" w:type="pct"/>
          </w:tcPr>
          <w:p w14:paraId="1E4D55C8" w14:textId="77777777" w:rsidR="00956A63" w:rsidRPr="00882970" w:rsidRDefault="00956A63" w:rsidP="00F3353D"/>
        </w:tc>
        <w:tc>
          <w:tcPr>
            <w:tcW w:w="921" w:type="pct"/>
          </w:tcPr>
          <w:p w14:paraId="17E09D3F" w14:textId="77777777" w:rsidR="00956A63" w:rsidRPr="00882970" w:rsidRDefault="00956A63" w:rsidP="00F3353D"/>
        </w:tc>
        <w:tc>
          <w:tcPr>
            <w:tcW w:w="921" w:type="pct"/>
          </w:tcPr>
          <w:p w14:paraId="1EFD2738" w14:textId="77777777" w:rsidR="00956A63" w:rsidRPr="00882970" w:rsidRDefault="00956A63" w:rsidP="00F3353D"/>
        </w:tc>
        <w:tc>
          <w:tcPr>
            <w:tcW w:w="920" w:type="pct"/>
          </w:tcPr>
          <w:p w14:paraId="70D6650F" w14:textId="77777777" w:rsidR="00956A63" w:rsidRPr="00882970" w:rsidRDefault="00956A63" w:rsidP="00F3353D"/>
        </w:tc>
      </w:tr>
      <w:tr w:rsidR="00956A63" w:rsidRPr="00882970" w14:paraId="1E200E89" w14:textId="77777777" w:rsidTr="008B1218">
        <w:trPr>
          <w:trHeight w:val="22"/>
        </w:trPr>
        <w:tc>
          <w:tcPr>
            <w:tcW w:w="396" w:type="pct"/>
          </w:tcPr>
          <w:p w14:paraId="6DC515DD" w14:textId="77777777" w:rsidR="00956A63" w:rsidRPr="00882970" w:rsidRDefault="00956A63" w:rsidP="00F3353D"/>
        </w:tc>
        <w:tc>
          <w:tcPr>
            <w:tcW w:w="921" w:type="pct"/>
          </w:tcPr>
          <w:p w14:paraId="3CE4A650" w14:textId="77777777" w:rsidR="00956A63" w:rsidRPr="00882970" w:rsidRDefault="00956A63" w:rsidP="00F3353D"/>
        </w:tc>
        <w:tc>
          <w:tcPr>
            <w:tcW w:w="921" w:type="pct"/>
          </w:tcPr>
          <w:p w14:paraId="2ACD1B9D" w14:textId="77777777" w:rsidR="00956A63" w:rsidRPr="00882970" w:rsidRDefault="00956A63" w:rsidP="00F3353D"/>
        </w:tc>
        <w:tc>
          <w:tcPr>
            <w:tcW w:w="921" w:type="pct"/>
          </w:tcPr>
          <w:p w14:paraId="19A913A1" w14:textId="77777777" w:rsidR="00956A63" w:rsidRPr="00882970" w:rsidRDefault="00956A63" w:rsidP="00F3353D"/>
        </w:tc>
        <w:tc>
          <w:tcPr>
            <w:tcW w:w="921" w:type="pct"/>
          </w:tcPr>
          <w:p w14:paraId="0662C6CE" w14:textId="77777777" w:rsidR="00956A63" w:rsidRPr="00882970" w:rsidRDefault="00956A63" w:rsidP="00F3353D"/>
        </w:tc>
        <w:tc>
          <w:tcPr>
            <w:tcW w:w="920" w:type="pct"/>
          </w:tcPr>
          <w:p w14:paraId="167192F9" w14:textId="77777777" w:rsidR="00956A63" w:rsidRPr="00882970" w:rsidRDefault="00956A63" w:rsidP="00F3353D"/>
        </w:tc>
      </w:tr>
    </w:tbl>
    <w:p w14:paraId="680D4F90" w14:textId="77777777" w:rsidR="0087440C" w:rsidRPr="0087440C" w:rsidRDefault="0087440C" w:rsidP="0087440C"/>
    <w:sectPr w:rsidR="0087440C" w:rsidRPr="0087440C" w:rsidSect="00A50A7C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AE546" w14:textId="77777777" w:rsidR="0087440C" w:rsidRDefault="0087440C" w:rsidP="008E21DE">
      <w:pPr>
        <w:spacing w:before="0" w:after="0"/>
      </w:pPr>
      <w:r>
        <w:separator/>
      </w:r>
    </w:p>
    <w:p w14:paraId="1D4A9156" w14:textId="77777777" w:rsidR="0087440C" w:rsidRDefault="0087440C"/>
  </w:endnote>
  <w:endnote w:type="continuationSeparator" w:id="0">
    <w:p w14:paraId="7FB788D1" w14:textId="77777777" w:rsidR="0087440C" w:rsidRDefault="0087440C" w:rsidP="008E21DE">
      <w:pPr>
        <w:spacing w:before="0" w:after="0"/>
      </w:pPr>
      <w:r>
        <w:continuationSeparator/>
      </w:r>
    </w:p>
    <w:p w14:paraId="3F08B57C" w14:textId="77777777" w:rsidR="0087440C" w:rsidRDefault="008744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B24E1" w14:textId="4D7C4FA3" w:rsidR="00013309" w:rsidRPr="00500DA0" w:rsidRDefault="0009088C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9CB21418CD5040E7AE9B3CC3A36DAFE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7440C">
          <w:rPr>
            <w:rFonts w:ascii="ArialMT" w:hAnsi="ArialMT" w:cs="ArialMT"/>
            <w:szCs w:val="16"/>
          </w:rPr>
          <w:t>Form A03 Continuous improvement register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A65A" w14:textId="77777777" w:rsidR="00013309" w:rsidRDefault="00013309" w:rsidP="00013309">
    <w:pPr>
      <w:pStyle w:val="Footer"/>
    </w:pPr>
    <w:r>
      <w:t>Civil Aviation Safety Authority</w:t>
    </w:r>
  </w:p>
  <w:p w14:paraId="15C78D29" w14:textId="0E72785D" w:rsidR="00013309" w:rsidRDefault="0009088C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7440C">
          <w:rPr>
            <w:rFonts w:ascii="ArialMT" w:hAnsi="ArialMT" w:cs="ArialMT"/>
            <w:szCs w:val="16"/>
          </w:rPr>
          <w:t>Form A03 Continuous improvement register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87440C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87440C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237F15CB" w14:textId="77777777" w:rsidR="00013309" w:rsidRPr="00A365CA" w:rsidRDefault="0009088C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805908" wp14:editId="27E43970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7C33A2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80590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97C33A2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86945" w14:textId="77777777" w:rsidR="0087440C" w:rsidRPr="0022402E" w:rsidRDefault="0087440C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4DC24001" w14:textId="77777777" w:rsidR="0087440C" w:rsidRDefault="0087440C" w:rsidP="008E21DE">
      <w:pPr>
        <w:spacing w:before="0" w:after="0"/>
      </w:pPr>
      <w:r>
        <w:continuationSeparator/>
      </w:r>
    </w:p>
    <w:p w14:paraId="301E53AF" w14:textId="77777777" w:rsidR="0087440C" w:rsidRDefault="008744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D4870" w14:textId="77777777" w:rsidR="00DD684D" w:rsidRDefault="00DD684D" w:rsidP="00DD684D">
    <w:pPr>
      <w:pStyle w:val="Header"/>
    </w:pPr>
    <w:r>
      <w:t>ORGANISATION NAME/DETAILS</w:t>
    </w:r>
  </w:p>
  <w:p w14:paraId="79C0A390" w14:textId="77777777" w:rsidR="00013309" w:rsidRPr="00DD684D" w:rsidRDefault="0009088C" w:rsidP="00AF1746">
    <w:pPr>
      <w:pStyle w:val="Header"/>
      <w:spacing w:after="120"/>
    </w:pPr>
    <w:r>
      <w:pict w14:anchorId="551E466B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033B1" w14:textId="77777777" w:rsidR="00463F67" w:rsidRDefault="0009088C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0C"/>
    <w:rsid w:val="00013309"/>
    <w:rsid w:val="000249B9"/>
    <w:rsid w:val="000334E0"/>
    <w:rsid w:val="00037782"/>
    <w:rsid w:val="00061E14"/>
    <w:rsid w:val="00080615"/>
    <w:rsid w:val="0009088C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242"/>
    <w:rsid w:val="007B0B08"/>
    <w:rsid w:val="007B7908"/>
    <w:rsid w:val="0082494A"/>
    <w:rsid w:val="00841B5A"/>
    <w:rsid w:val="0087440C"/>
    <w:rsid w:val="00876B16"/>
    <w:rsid w:val="00883AB1"/>
    <w:rsid w:val="00884576"/>
    <w:rsid w:val="008B1218"/>
    <w:rsid w:val="008B223F"/>
    <w:rsid w:val="008B5F0D"/>
    <w:rsid w:val="008B62F1"/>
    <w:rsid w:val="008D3459"/>
    <w:rsid w:val="008E21DE"/>
    <w:rsid w:val="008F2E67"/>
    <w:rsid w:val="008F6729"/>
    <w:rsid w:val="00915B83"/>
    <w:rsid w:val="0093424E"/>
    <w:rsid w:val="00956A63"/>
    <w:rsid w:val="00961649"/>
    <w:rsid w:val="00971C95"/>
    <w:rsid w:val="00977C26"/>
    <w:rsid w:val="00984B18"/>
    <w:rsid w:val="00992C1A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0A7C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AF1746"/>
    <w:rsid w:val="00B014EE"/>
    <w:rsid w:val="00B10265"/>
    <w:rsid w:val="00B36A39"/>
    <w:rsid w:val="00B603C0"/>
    <w:rsid w:val="00B636CC"/>
    <w:rsid w:val="00BB001A"/>
    <w:rsid w:val="00BD532A"/>
    <w:rsid w:val="00BD623A"/>
    <w:rsid w:val="00BE77FE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C2850E"/>
  <w15:chartTrackingRefBased/>
  <w15:docId w15:val="{ABAD93B0-3CD3-4BF3-9701-13350071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87440C"/>
    <w:rPr>
      <w:kern w:val="32"/>
    </w:rPr>
  </w:style>
  <w:style w:type="table" w:customStyle="1" w:styleId="SD-MOStable">
    <w:name w:val="SD - MOS table"/>
    <w:basedOn w:val="TableNormal"/>
    <w:uiPriority w:val="99"/>
    <w:rsid w:val="00956A63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B21418CD5040E7AE9B3CC3A36DA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83D32-F6B9-4885-8B02-9D6ABBE29F3C}"/>
      </w:docPartPr>
      <w:docPartBody>
        <w:p w:rsidR="00066211" w:rsidRDefault="00066211">
          <w:pPr>
            <w:pStyle w:val="9CB21418CD5040E7AE9B3CC3A36DAFE3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11"/>
    <w:rsid w:val="00066211"/>
    <w:rsid w:val="005A7D1B"/>
    <w:rsid w:val="007B0242"/>
    <w:rsid w:val="00D26448"/>
    <w:rsid w:val="00D3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CB21418CD5040E7AE9B3CC3A36DAFE3">
    <w:name w:val="9CB21418CD5040E7AE9B3CC3A36DAF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147bc000-5d24-4a58-bdb3-1d507d54dc98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9d1133f-994b-4ec9-8bcd-76b1f6ed9a8c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</TotalTime>
  <Pages>1</Pages>
  <Words>36</Words>
  <Characters>206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A03 Continuous improvement register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A03 Continuous improvement register</dc:title>
  <dc:subject/>
  <dc:creator>Bartholomew, Tina</dc:creator>
  <cp:keywords/>
  <dc:description/>
  <cp:lastModifiedBy>Bartholomew, Tina</cp:lastModifiedBy>
  <cp:revision>6</cp:revision>
  <dcterms:created xsi:type="dcterms:W3CDTF">2025-11-18T03:27:00Z</dcterms:created>
  <dcterms:modified xsi:type="dcterms:W3CDTF">2025-11-25T04:50:00Z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NOS-2025-0037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